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DAD33B" w14:textId="77777777" w:rsidTr="00F862D6">
        <w:tc>
          <w:tcPr>
            <w:tcW w:w="1020" w:type="dxa"/>
          </w:tcPr>
          <w:p w14:paraId="1881914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0D73F21" wp14:editId="310EDBD6">
                      <wp:simplePos x="0" y="0"/>
                      <wp:positionH relativeFrom="page">
                        <wp:posOffset>3141345</wp:posOffset>
                      </wp:positionH>
                      <wp:positionV relativeFrom="page">
                        <wp:posOffset>302260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1BC6A4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20D73F2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7.35pt;margin-top:23.8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fOCMO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111BC6A4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AF7868" w14:textId="77777777" w:rsidR="00F64786" w:rsidRDefault="00F64786" w:rsidP="0077673A"/>
        </w:tc>
        <w:tc>
          <w:tcPr>
            <w:tcW w:w="823" w:type="dxa"/>
          </w:tcPr>
          <w:p w14:paraId="0FAB1449" w14:textId="77777777" w:rsidR="00F64786" w:rsidRDefault="00F64786" w:rsidP="0077673A"/>
        </w:tc>
        <w:tc>
          <w:tcPr>
            <w:tcW w:w="3685" w:type="dxa"/>
          </w:tcPr>
          <w:p w14:paraId="3135FA94" w14:textId="77777777" w:rsidR="00F64786" w:rsidRDefault="00F64786" w:rsidP="0077673A"/>
        </w:tc>
      </w:tr>
      <w:tr w:rsidR="00F862D6" w14:paraId="1A4442A1" w14:textId="77777777" w:rsidTr="00596C7E">
        <w:tc>
          <w:tcPr>
            <w:tcW w:w="1020" w:type="dxa"/>
          </w:tcPr>
          <w:p w14:paraId="2BE68BFA" w14:textId="77777777" w:rsidR="00F862D6" w:rsidRDefault="00F862D6" w:rsidP="0077673A"/>
        </w:tc>
        <w:tc>
          <w:tcPr>
            <w:tcW w:w="2552" w:type="dxa"/>
          </w:tcPr>
          <w:p w14:paraId="4694ADF1" w14:textId="77777777" w:rsidR="00F862D6" w:rsidRDefault="00F862D6" w:rsidP="00764595"/>
        </w:tc>
        <w:tc>
          <w:tcPr>
            <w:tcW w:w="823" w:type="dxa"/>
          </w:tcPr>
          <w:p w14:paraId="50E1D243" w14:textId="77777777" w:rsidR="00F862D6" w:rsidRDefault="00F862D6" w:rsidP="0077673A"/>
        </w:tc>
        <w:tc>
          <w:tcPr>
            <w:tcW w:w="3685" w:type="dxa"/>
            <w:vMerge w:val="restart"/>
          </w:tcPr>
          <w:p w14:paraId="024C3AC5" w14:textId="77777777" w:rsidR="00596C7E" w:rsidRDefault="00596C7E" w:rsidP="00596C7E">
            <w:pPr>
              <w:rPr>
                <w:rStyle w:val="Potovnadresa"/>
              </w:rPr>
            </w:pPr>
          </w:p>
          <w:p w14:paraId="417756A8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69BEA8B" w14:textId="77777777" w:rsidTr="00F862D6">
        <w:tc>
          <w:tcPr>
            <w:tcW w:w="1020" w:type="dxa"/>
          </w:tcPr>
          <w:p w14:paraId="47BCCB91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0DA528B" w14:textId="3E140468" w:rsidR="00F862D6" w:rsidRPr="00C542DE" w:rsidRDefault="00D04142" w:rsidP="0037111D">
            <w:pPr>
              <w:rPr>
                <w:highlight w:val="green"/>
              </w:rPr>
            </w:pPr>
            <w:r w:rsidRPr="00D04142">
              <w:rPr>
                <w:rFonts w:ascii="Helvetica" w:hAnsi="Helvetica"/>
              </w:rPr>
              <w:t>3746/2021-SŽ-SSV-Ú3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14:paraId="429D624E" w14:textId="77777777" w:rsidR="00F862D6" w:rsidRDefault="00F862D6" w:rsidP="0077673A"/>
        </w:tc>
        <w:tc>
          <w:tcPr>
            <w:tcW w:w="3685" w:type="dxa"/>
            <w:vMerge/>
          </w:tcPr>
          <w:p w14:paraId="2AD132F0" w14:textId="77777777" w:rsidR="00F862D6" w:rsidRDefault="00F862D6" w:rsidP="0077673A"/>
        </w:tc>
      </w:tr>
      <w:tr w:rsidR="00F862D6" w14:paraId="25FCFF12" w14:textId="77777777" w:rsidTr="00F862D6">
        <w:tc>
          <w:tcPr>
            <w:tcW w:w="1020" w:type="dxa"/>
          </w:tcPr>
          <w:p w14:paraId="1681A9AB" w14:textId="77777777" w:rsidR="00F862D6" w:rsidRPr="00D04142" w:rsidRDefault="00F862D6" w:rsidP="0077673A">
            <w:r w:rsidRPr="00D04142">
              <w:t>Listů/příloh</w:t>
            </w:r>
          </w:p>
        </w:tc>
        <w:tc>
          <w:tcPr>
            <w:tcW w:w="2552" w:type="dxa"/>
          </w:tcPr>
          <w:p w14:paraId="0756D06E" w14:textId="692AEE6E" w:rsidR="00F862D6" w:rsidRPr="00D04142" w:rsidRDefault="00D04142" w:rsidP="00CC1E2B">
            <w:r w:rsidRPr="00D04142">
              <w:t>3/2</w:t>
            </w:r>
          </w:p>
        </w:tc>
        <w:tc>
          <w:tcPr>
            <w:tcW w:w="823" w:type="dxa"/>
          </w:tcPr>
          <w:p w14:paraId="2886AE21" w14:textId="77777777" w:rsidR="00F862D6" w:rsidRDefault="00F862D6" w:rsidP="0077673A"/>
        </w:tc>
        <w:tc>
          <w:tcPr>
            <w:tcW w:w="3685" w:type="dxa"/>
            <w:vMerge/>
          </w:tcPr>
          <w:p w14:paraId="51D2FB3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EEC685C" w14:textId="77777777" w:rsidTr="00B23CA3">
        <w:trPr>
          <w:trHeight w:val="77"/>
        </w:trPr>
        <w:tc>
          <w:tcPr>
            <w:tcW w:w="1020" w:type="dxa"/>
          </w:tcPr>
          <w:p w14:paraId="75D219F2" w14:textId="77777777" w:rsidR="00F862D6" w:rsidRDefault="00F862D6" w:rsidP="0077673A"/>
        </w:tc>
        <w:tc>
          <w:tcPr>
            <w:tcW w:w="2552" w:type="dxa"/>
          </w:tcPr>
          <w:p w14:paraId="183A52E6" w14:textId="77777777" w:rsidR="00F862D6" w:rsidRPr="003E6B9A" w:rsidRDefault="00F862D6" w:rsidP="0077673A"/>
        </w:tc>
        <w:tc>
          <w:tcPr>
            <w:tcW w:w="823" w:type="dxa"/>
          </w:tcPr>
          <w:p w14:paraId="108B104F" w14:textId="77777777" w:rsidR="00F862D6" w:rsidRDefault="00F862D6" w:rsidP="0077673A"/>
        </w:tc>
        <w:tc>
          <w:tcPr>
            <w:tcW w:w="3685" w:type="dxa"/>
            <w:vMerge/>
          </w:tcPr>
          <w:p w14:paraId="41FD5681" w14:textId="77777777" w:rsidR="00F862D6" w:rsidRDefault="00F862D6" w:rsidP="0077673A"/>
        </w:tc>
      </w:tr>
      <w:tr w:rsidR="00F862D6" w14:paraId="1D3D9F13" w14:textId="77777777" w:rsidTr="00F862D6">
        <w:tc>
          <w:tcPr>
            <w:tcW w:w="1020" w:type="dxa"/>
          </w:tcPr>
          <w:p w14:paraId="3E6C4E90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C0ECC8B" w14:textId="77777777" w:rsidR="00F862D6" w:rsidRPr="003E6B9A" w:rsidRDefault="00F039BA" w:rsidP="00FE3455">
            <w:r>
              <w:t>Ing. Magdaléna Holá</w:t>
            </w:r>
          </w:p>
        </w:tc>
        <w:tc>
          <w:tcPr>
            <w:tcW w:w="823" w:type="dxa"/>
          </w:tcPr>
          <w:p w14:paraId="3EC9CF5B" w14:textId="77777777" w:rsidR="00F862D6" w:rsidRDefault="00F862D6" w:rsidP="0077673A"/>
        </w:tc>
        <w:tc>
          <w:tcPr>
            <w:tcW w:w="3685" w:type="dxa"/>
            <w:vMerge/>
          </w:tcPr>
          <w:p w14:paraId="5F24AE3F" w14:textId="77777777" w:rsidR="00F862D6" w:rsidRDefault="00F862D6" w:rsidP="0077673A"/>
        </w:tc>
      </w:tr>
      <w:tr w:rsidR="009A7568" w14:paraId="5C08924F" w14:textId="77777777" w:rsidTr="00F862D6">
        <w:tc>
          <w:tcPr>
            <w:tcW w:w="1020" w:type="dxa"/>
          </w:tcPr>
          <w:p w14:paraId="600C5CDD" w14:textId="77777777" w:rsidR="009A7568" w:rsidRDefault="009A7568" w:rsidP="009A7568"/>
        </w:tc>
        <w:tc>
          <w:tcPr>
            <w:tcW w:w="2552" w:type="dxa"/>
          </w:tcPr>
          <w:p w14:paraId="555376A1" w14:textId="77777777" w:rsidR="009A7568" w:rsidRPr="003E6B9A" w:rsidRDefault="009A7568" w:rsidP="009A7568"/>
        </w:tc>
        <w:tc>
          <w:tcPr>
            <w:tcW w:w="823" w:type="dxa"/>
          </w:tcPr>
          <w:p w14:paraId="7DFAF15A" w14:textId="77777777" w:rsidR="009A7568" w:rsidRDefault="009A7568" w:rsidP="009A7568"/>
        </w:tc>
        <w:tc>
          <w:tcPr>
            <w:tcW w:w="3685" w:type="dxa"/>
            <w:vMerge/>
          </w:tcPr>
          <w:p w14:paraId="1F09F4FF" w14:textId="77777777" w:rsidR="009A7568" w:rsidRDefault="009A7568" w:rsidP="009A7568"/>
        </w:tc>
      </w:tr>
      <w:tr w:rsidR="009A7568" w14:paraId="24B9749D" w14:textId="77777777" w:rsidTr="00F862D6">
        <w:tc>
          <w:tcPr>
            <w:tcW w:w="1020" w:type="dxa"/>
          </w:tcPr>
          <w:p w14:paraId="4FE1B8F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181B486" w14:textId="77777777" w:rsidR="009A7568" w:rsidRPr="003E6B9A" w:rsidRDefault="00F039BA" w:rsidP="009A7568">
            <w:r>
              <w:t>733 782 281</w:t>
            </w:r>
          </w:p>
        </w:tc>
        <w:tc>
          <w:tcPr>
            <w:tcW w:w="823" w:type="dxa"/>
          </w:tcPr>
          <w:p w14:paraId="07F73586" w14:textId="77777777" w:rsidR="009A7568" w:rsidRDefault="009A7568" w:rsidP="009A7568"/>
        </w:tc>
        <w:tc>
          <w:tcPr>
            <w:tcW w:w="3685" w:type="dxa"/>
            <w:vMerge/>
          </w:tcPr>
          <w:p w14:paraId="31CD1C0A" w14:textId="77777777" w:rsidR="009A7568" w:rsidRDefault="009A7568" w:rsidP="009A7568"/>
        </w:tc>
      </w:tr>
      <w:tr w:rsidR="009A7568" w14:paraId="6A7E9413" w14:textId="77777777" w:rsidTr="00F862D6">
        <w:tc>
          <w:tcPr>
            <w:tcW w:w="1020" w:type="dxa"/>
          </w:tcPr>
          <w:p w14:paraId="79BB81B9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96C9C7B" w14:textId="48A093B8" w:rsidR="009A7568" w:rsidRPr="003E6B9A" w:rsidRDefault="00DB1765" w:rsidP="006104F6">
            <w:r>
              <w:t>HolaM@spravazeleznic.cz</w:t>
            </w:r>
          </w:p>
        </w:tc>
        <w:tc>
          <w:tcPr>
            <w:tcW w:w="823" w:type="dxa"/>
          </w:tcPr>
          <w:p w14:paraId="46BBE157" w14:textId="77777777" w:rsidR="009A7568" w:rsidRDefault="009A7568" w:rsidP="009A7568"/>
        </w:tc>
        <w:tc>
          <w:tcPr>
            <w:tcW w:w="3685" w:type="dxa"/>
            <w:vMerge/>
          </w:tcPr>
          <w:p w14:paraId="30C0AB76" w14:textId="77777777" w:rsidR="009A7568" w:rsidRDefault="009A7568" w:rsidP="009A7568"/>
        </w:tc>
      </w:tr>
      <w:tr w:rsidR="009A7568" w14:paraId="5123AA15" w14:textId="77777777" w:rsidTr="00F862D6">
        <w:tc>
          <w:tcPr>
            <w:tcW w:w="1020" w:type="dxa"/>
          </w:tcPr>
          <w:p w14:paraId="15037E50" w14:textId="77777777" w:rsidR="009A7568" w:rsidRDefault="009A7568" w:rsidP="009A7568"/>
        </w:tc>
        <w:tc>
          <w:tcPr>
            <w:tcW w:w="2552" w:type="dxa"/>
          </w:tcPr>
          <w:p w14:paraId="42117BA2" w14:textId="77777777" w:rsidR="009A7568" w:rsidRPr="003E6B9A" w:rsidRDefault="009A7568" w:rsidP="009A7568"/>
        </w:tc>
        <w:tc>
          <w:tcPr>
            <w:tcW w:w="823" w:type="dxa"/>
          </w:tcPr>
          <w:p w14:paraId="33C0D503" w14:textId="77777777" w:rsidR="009A7568" w:rsidRDefault="009A7568" w:rsidP="009A7568"/>
        </w:tc>
        <w:tc>
          <w:tcPr>
            <w:tcW w:w="3685" w:type="dxa"/>
          </w:tcPr>
          <w:p w14:paraId="07B8A1CB" w14:textId="77777777" w:rsidR="009A7568" w:rsidRDefault="009A7568" w:rsidP="009A7568"/>
        </w:tc>
      </w:tr>
      <w:tr w:rsidR="009A7568" w14:paraId="1BB1CB78" w14:textId="77777777" w:rsidTr="00F862D6">
        <w:tc>
          <w:tcPr>
            <w:tcW w:w="1020" w:type="dxa"/>
          </w:tcPr>
          <w:p w14:paraId="6040D074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189D067" w14:textId="4BE956C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E07FF">
              <w:rPr>
                <w:noProof/>
              </w:rPr>
              <w:t>10. března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F0CC63B" w14:textId="77777777" w:rsidR="009A7568" w:rsidRDefault="009A7568" w:rsidP="009A7568"/>
        </w:tc>
        <w:tc>
          <w:tcPr>
            <w:tcW w:w="3685" w:type="dxa"/>
          </w:tcPr>
          <w:p w14:paraId="781D6B7E" w14:textId="77777777" w:rsidR="009A7568" w:rsidRDefault="009A7568" w:rsidP="009A7568"/>
        </w:tc>
      </w:tr>
      <w:tr w:rsidR="00F64786" w14:paraId="4D1F8297" w14:textId="77777777" w:rsidTr="00F862D6">
        <w:tc>
          <w:tcPr>
            <w:tcW w:w="1020" w:type="dxa"/>
          </w:tcPr>
          <w:p w14:paraId="0ED77677" w14:textId="77777777" w:rsidR="00F64786" w:rsidRDefault="00F64786" w:rsidP="0077673A"/>
        </w:tc>
        <w:tc>
          <w:tcPr>
            <w:tcW w:w="2552" w:type="dxa"/>
          </w:tcPr>
          <w:p w14:paraId="7AE86BB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417996C3" w14:textId="77777777" w:rsidR="00F64786" w:rsidRDefault="00F64786" w:rsidP="0077673A"/>
        </w:tc>
        <w:tc>
          <w:tcPr>
            <w:tcW w:w="3685" w:type="dxa"/>
          </w:tcPr>
          <w:p w14:paraId="709988BC" w14:textId="77777777" w:rsidR="00F64786" w:rsidRDefault="00F64786" w:rsidP="0077673A"/>
        </w:tc>
      </w:tr>
      <w:tr w:rsidR="00F862D6" w14:paraId="4C2DF8DD" w14:textId="77777777" w:rsidTr="00B45E9E">
        <w:trPr>
          <w:trHeight w:val="794"/>
        </w:trPr>
        <w:tc>
          <w:tcPr>
            <w:tcW w:w="1020" w:type="dxa"/>
          </w:tcPr>
          <w:p w14:paraId="4CE1C315" w14:textId="77777777" w:rsidR="00F862D6" w:rsidRDefault="00F862D6" w:rsidP="0077673A"/>
        </w:tc>
        <w:tc>
          <w:tcPr>
            <w:tcW w:w="2552" w:type="dxa"/>
          </w:tcPr>
          <w:p w14:paraId="0C05C982" w14:textId="77777777" w:rsidR="00F862D6" w:rsidRDefault="00F862D6" w:rsidP="00F310F8"/>
        </w:tc>
        <w:tc>
          <w:tcPr>
            <w:tcW w:w="823" w:type="dxa"/>
          </w:tcPr>
          <w:p w14:paraId="551041A3" w14:textId="77777777" w:rsidR="00F862D6" w:rsidRDefault="00F862D6" w:rsidP="0077673A"/>
        </w:tc>
        <w:tc>
          <w:tcPr>
            <w:tcW w:w="3685" w:type="dxa"/>
          </w:tcPr>
          <w:p w14:paraId="6BB2FA01" w14:textId="77777777" w:rsidR="00F862D6" w:rsidRDefault="00F862D6" w:rsidP="0077673A"/>
        </w:tc>
      </w:tr>
    </w:tbl>
    <w:p w14:paraId="1AB123E8" w14:textId="77777777" w:rsidR="00F039BA" w:rsidRPr="00F039B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39BA" w:rsidRPr="00F039BA">
        <w:rPr>
          <w:rFonts w:eastAsia="Calibri" w:cs="Times New Roman"/>
          <w:b/>
          <w:lang w:eastAsia="cs-CZ"/>
        </w:rPr>
        <w:t>Soubor 4 staveb</w:t>
      </w:r>
    </w:p>
    <w:p w14:paraId="18BB4B28" w14:textId="77777777" w:rsidR="00F039BA" w:rsidRPr="00F039BA" w:rsidRDefault="00F039B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039BA">
        <w:rPr>
          <w:rFonts w:eastAsia="Calibri" w:cs="Times New Roman"/>
          <w:b/>
          <w:lang w:eastAsia="cs-CZ"/>
        </w:rPr>
        <w:t>A. „Doplnění závor na přejezdu v km 4,018 (P3121) trati Hradec Králové – Turnov“</w:t>
      </w:r>
    </w:p>
    <w:p w14:paraId="643F0922" w14:textId="77777777" w:rsidR="00F039BA" w:rsidRPr="00F039BA" w:rsidRDefault="00F039B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039BA">
        <w:rPr>
          <w:rFonts w:eastAsia="Calibri" w:cs="Times New Roman"/>
          <w:b/>
          <w:lang w:eastAsia="cs-CZ"/>
        </w:rPr>
        <w:t>B. „Doplnění závor na přejezdu v km 29,073 (P5217) trati Hradec Králové – Jaroměř“</w:t>
      </w:r>
    </w:p>
    <w:p w14:paraId="614E41C1" w14:textId="77777777" w:rsidR="00F039BA" w:rsidRPr="00F039BA" w:rsidRDefault="00F039B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039BA">
        <w:rPr>
          <w:rFonts w:eastAsia="Calibri" w:cs="Times New Roman"/>
          <w:b/>
          <w:lang w:eastAsia="cs-CZ"/>
        </w:rPr>
        <w:t>C. „Doplnění závor na přejezdu v km 44,176 (P4458) trati Chlumec nad Cidlinou – Trutnov“</w:t>
      </w:r>
    </w:p>
    <w:p w14:paraId="123D723E" w14:textId="77777777" w:rsidR="00CB7B5A" w:rsidRDefault="00F039BA" w:rsidP="0088673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039BA">
        <w:rPr>
          <w:rFonts w:eastAsia="Calibri" w:cs="Times New Roman"/>
          <w:b/>
          <w:lang w:eastAsia="cs-CZ"/>
        </w:rPr>
        <w:t>D. „Doplnění závor na přejezdech v km 34,515 (P4630) a v km 35,004 (P4631) trati Jičín – Nymburk město“</w:t>
      </w:r>
    </w:p>
    <w:p w14:paraId="5A5461EE" w14:textId="17D77FB3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F039BA">
        <w:rPr>
          <w:rFonts w:eastAsia="Calibri" w:cs="Times New Roman"/>
          <w:color w:val="000000" w:themeColor="text1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542DE">
        <w:rPr>
          <w:rFonts w:eastAsia="Times New Roman" w:cs="Times New Roman"/>
          <w:lang w:eastAsia="cs-CZ"/>
        </w:rPr>
        <w:t>2</w:t>
      </w:r>
    </w:p>
    <w:p w14:paraId="723DC425" w14:textId="77777777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1B0FF6D" w14:textId="77777777" w:rsidR="00DB1765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E789451" w14:textId="77777777" w:rsidR="00DD6DCD" w:rsidRDefault="00C542DE" w:rsidP="00C542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6 </w:t>
      </w:r>
    </w:p>
    <w:p w14:paraId="1B691309" w14:textId="6C60F3DF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542DE">
        <w:rPr>
          <w:rFonts w:eastAsia="Calibri" w:cs="Times New Roman"/>
          <w:u w:val="single"/>
          <w:lang w:eastAsia="cs-CZ"/>
        </w:rPr>
        <w:t>„Doplnění závor na přejezdech v km 34,515 (P4630) a v km 35,004 (P4631) trati Jičín – Nymburk město“</w:t>
      </w:r>
    </w:p>
    <w:p w14:paraId="290C1312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Dotaz se týká P4631, dle ZDS, část 6 zadavatel uvádí, že bude nutný výkup pozemku.</w:t>
      </w:r>
    </w:p>
    <w:p w14:paraId="4F444FA3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A; Žádáme zadavatele o vyjádření, kolik m2 bude třeba vykoupit.</w:t>
      </w:r>
    </w:p>
    <w:p w14:paraId="0AAFFF9A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B; Žádáme zadavatele o vyjádření, jestli v této věci nějakým způsobem jednal.</w:t>
      </w:r>
    </w:p>
    <w:p w14:paraId="1CED7331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C; Žádáme zadavatele o vyjádření, jaké náklady si má uchazeč zahrnout do nabídky, vzhledem k faktu, že není zřejmý rozsah výkupu pozemku.</w:t>
      </w:r>
    </w:p>
    <w:p w14:paraId="5C68D3C6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D; Žádáme zadavatele o vyjádření, jaký bude další postup v případě, že výkup pozemku (vynětí ZPF) bude neúspěšný.</w:t>
      </w:r>
    </w:p>
    <w:p w14:paraId="37EDE32D" w14:textId="6D992D65" w:rsidR="00CB7B5A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E; V případě průtahů příp. problémů s výkupem či vynětím, zohlední toto patřičně zadavatel ať už formou termínového/nákladového dodatku?</w:t>
      </w:r>
    </w:p>
    <w:p w14:paraId="286F70CE" w14:textId="77777777" w:rsidR="00C542DE" w:rsidRPr="00CB7B5A" w:rsidRDefault="00C542DE" w:rsidP="00C542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9D5E7C7" w14:textId="77777777" w:rsidR="00DD6DCD" w:rsidRDefault="00CB7B5A" w:rsidP="00DD6DC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798D2E6" w14:textId="7D2C5C17" w:rsidR="00DD6DCD" w:rsidRPr="00DD6DCD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A; Velikost výkupu pozemku závisí na rozsahu záboru, který bude určen projektantem. V rozsahu záboru bude zohledněna velikosti technologického objektu (3x2m) a vzdálenost jeho umístění ovlivněná dodržením rozhledových poměrů na přejezdu. Dále kolem objektu musí být minimálně prostor 1m pro potřeby údržby a součástí pozemku musí být i zajištění přístupu k objektu.</w:t>
      </w:r>
    </w:p>
    <w:p w14:paraId="1CDFA13E" w14:textId="77777777" w:rsidR="00DD6DCD" w:rsidRPr="00DD6DCD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B; Ne.</w:t>
      </w:r>
    </w:p>
    <w:p w14:paraId="4A397947" w14:textId="3D19A73C" w:rsidR="00DD6DCD" w:rsidRPr="00DD6DCD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C; Veřejná zakázka je nav</w:t>
      </w:r>
      <w:r w:rsidR="002526D3">
        <w:rPr>
          <w:rFonts w:eastAsia="Calibri" w:cs="Times New Roman"/>
          <w:lang w:eastAsia="cs-CZ"/>
        </w:rPr>
        <w:t xml:space="preserve">ržena v </w:t>
      </w:r>
      <w:r w:rsidR="002526D3" w:rsidRPr="00FE07FF">
        <w:rPr>
          <w:rFonts w:eastAsia="Calibri" w:cs="Times New Roman"/>
          <w:lang w:eastAsia="cs-CZ"/>
        </w:rPr>
        <w:t>režimu „Projekt a Realizace</w:t>
      </w:r>
      <w:r w:rsidRPr="00FE07FF">
        <w:rPr>
          <w:rFonts w:eastAsia="Calibri" w:cs="Times New Roman"/>
          <w:lang w:eastAsia="cs-CZ"/>
        </w:rPr>
        <w:t>“,</w:t>
      </w:r>
      <w:r w:rsidRPr="00DD6DCD">
        <w:rPr>
          <w:rFonts w:eastAsia="Calibri" w:cs="Times New Roman"/>
          <w:lang w:eastAsia="cs-CZ"/>
        </w:rPr>
        <w:t xml:space="preserve"> kde se předpokládá, že si uchazeč </w:t>
      </w:r>
      <w:proofErr w:type="spellStart"/>
      <w:r w:rsidRPr="00DD6DCD">
        <w:rPr>
          <w:rFonts w:eastAsia="Calibri" w:cs="Times New Roman"/>
          <w:lang w:eastAsia="cs-CZ"/>
        </w:rPr>
        <w:t>nacení</w:t>
      </w:r>
      <w:proofErr w:type="spellEnd"/>
      <w:r w:rsidRPr="00DD6DCD">
        <w:rPr>
          <w:rFonts w:eastAsia="Calibri" w:cs="Times New Roman"/>
          <w:lang w:eastAsia="cs-CZ"/>
        </w:rPr>
        <w:t xml:space="preserve"> náklady do nabídky dle svého navrženého řešení. </w:t>
      </w:r>
    </w:p>
    <w:p w14:paraId="19EE63A6" w14:textId="4E2BC2F5" w:rsidR="00DD6DCD" w:rsidRPr="00FE07FF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D; Postup řešení s</w:t>
      </w:r>
      <w:r w:rsidRPr="00FE07FF">
        <w:rPr>
          <w:rFonts w:eastAsia="Calibri" w:cs="Times New Roman"/>
          <w:lang w:eastAsia="cs-CZ"/>
        </w:rPr>
        <w:t>e bude řídit dle</w:t>
      </w:r>
      <w:r w:rsidR="00FE07FF" w:rsidRPr="00FE07FF">
        <w:rPr>
          <w:rFonts w:eastAsia="Calibri" w:cs="Times New Roman"/>
          <w:lang w:eastAsia="cs-CZ"/>
        </w:rPr>
        <w:t xml:space="preserve"> </w:t>
      </w:r>
      <w:proofErr w:type="gramStart"/>
      <w:r w:rsidR="00FE07FF" w:rsidRPr="00FE07FF">
        <w:rPr>
          <w:rFonts w:eastAsia="Calibri" w:cs="Times New Roman"/>
          <w:lang w:eastAsia="cs-CZ"/>
        </w:rPr>
        <w:t>OP</w:t>
      </w:r>
      <w:proofErr w:type="gramEnd"/>
      <w:r w:rsidR="00FE07FF" w:rsidRPr="00FE07FF">
        <w:rPr>
          <w:rFonts w:eastAsia="Calibri" w:cs="Times New Roman"/>
          <w:lang w:eastAsia="cs-CZ"/>
        </w:rPr>
        <w:t xml:space="preserve"> P+R 25/21</w:t>
      </w:r>
      <w:r w:rsidRPr="00FE07FF">
        <w:rPr>
          <w:rFonts w:eastAsia="Calibri" w:cs="Times New Roman"/>
          <w:lang w:eastAsia="cs-CZ"/>
        </w:rPr>
        <w:t xml:space="preserve"> </w:t>
      </w:r>
      <w:r w:rsidR="002526D3" w:rsidRPr="00FE07FF">
        <w:rPr>
          <w:rFonts w:eastAsia="Calibri" w:cs="Times New Roman"/>
          <w:lang w:eastAsia="cs-CZ"/>
        </w:rPr>
        <w:t>VTP P+R 06/20, které jsou přílohou Zadávací dokumentace</w:t>
      </w:r>
      <w:r w:rsidRPr="00FE07FF">
        <w:rPr>
          <w:rFonts w:eastAsia="Calibri" w:cs="Times New Roman"/>
          <w:lang w:eastAsia="cs-CZ"/>
        </w:rPr>
        <w:t>.</w:t>
      </w:r>
    </w:p>
    <w:p w14:paraId="3C3111CF" w14:textId="48D25DD0" w:rsidR="00CB7B5A" w:rsidRPr="00DD6DCD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E07FF">
        <w:rPr>
          <w:rFonts w:eastAsia="Calibri" w:cs="Times New Roman"/>
          <w:lang w:eastAsia="cs-CZ"/>
        </w:rPr>
        <w:t xml:space="preserve">E; Postup řešení se bude řídit dle </w:t>
      </w:r>
      <w:proofErr w:type="gramStart"/>
      <w:r w:rsidR="00FE07FF" w:rsidRPr="00FE07FF">
        <w:rPr>
          <w:rFonts w:eastAsia="Calibri" w:cs="Times New Roman"/>
          <w:lang w:eastAsia="cs-CZ"/>
        </w:rPr>
        <w:t>OP</w:t>
      </w:r>
      <w:proofErr w:type="gramEnd"/>
      <w:r w:rsidR="00FE07FF" w:rsidRPr="00FE07FF">
        <w:rPr>
          <w:rFonts w:eastAsia="Calibri" w:cs="Times New Roman"/>
          <w:lang w:eastAsia="cs-CZ"/>
        </w:rPr>
        <w:t xml:space="preserve"> P+R 25/21 </w:t>
      </w:r>
      <w:r w:rsidR="002526D3" w:rsidRPr="00FE07FF">
        <w:rPr>
          <w:rFonts w:eastAsia="Calibri" w:cs="Times New Roman"/>
          <w:lang w:eastAsia="cs-CZ"/>
        </w:rPr>
        <w:t>VTP P+R 06/20, které jsou přílohou Zadávací dokumentace</w:t>
      </w:r>
      <w:r w:rsidRPr="00FE07FF">
        <w:rPr>
          <w:rFonts w:eastAsia="Calibri" w:cs="Times New Roman"/>
          <w:lang w:eastAsia="cs-CZ"/>
        </w:rPr>
        <w:t>.</w:t>
      </w:r>
    </w:p>
    <w:p w14:paraId="41851195" w14:textId="77777777" w:rsidR="00CB7B5A" w:rsidRPr="00CB7B5A" w:rsidRDefault="00CB7B5A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642239" w14:textId="77777777" w:rsidR="00DB1765" w:rsidRDefault="00DB1765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5E7C154" w14:textId="77777777" w:rsidR="00DD6DCD" w:rsidRDefault="00C542DE" w:rsidP="00C542D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="00CB7B5A" w:rsidRPr="00CB7B5A">
        <w:rPr>
          <w:rFonts w:eastAsia="Calibri" w:cs="Times New Roman"/>
          <w:b/>
          <w:lang w:eastAsia="cs-CZ"/>
        </w:rPr>
        <w:t>:</w:t>
      </w:r>
      <w:r w:rsidR="00DB1765">
        <w:rPr>
          <w:rFonts w:eastAsia="Calibri" w:cs="Times New Roman"/>
          <w:b/>
          <w:lang w:eastAsia="cs-CZ"/>
        </w:rPr>
        <w:t xml:space="preserve"> </w:t>
      </w:r>
    </w:p>
    <w:p w14:paraId="11630900" w14:textId="2A8EDE02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u w:val="single"/>
          <w:lang w:eastAsia="cs-CZ"/>
        </w:rPr>
        <w:t>„Doplnění závor na přejezdu v km 4,018 (P3121) trati Hradec Králové - Turnov“</w:t>
      </w:r>
    </w:p>
    <w:p w14:paraId="1F5D05E4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Zadavatel u P3121 předpokládá využití stávajících PN a zároveň jejich přemístění do nových poloh.</w:t>
      </w:r>
    </w:p>
    <w:p w14:paraId="4EB7BAD8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A; Předpokládá zadavatel zachování stávající traťové rychlosti 80km/h?</w:t>
      </w:r>
    </w:p>
    <w:p w14:paraId="7987C117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B; Předpokládá zadavatel využití stávající kabelizace pro připojení PN v nových polohách?</w:t>
      </w:r>
    </w:p>
    <w:p w14:paraId="68077A47" w14:textId="77777777" w:rsidR="00C542DE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C; Žádáme zadavatele o uvedení stávajících km poloh všech dotčených PN.</w:t>
      </w:r>
    </w:p>
    <w:p w14:paraId="0EFEFEA3" w14:textId="01EAD76E" w:rsidR="00CB7B5A" w:rsidRPr="00C542DE" w:rsidRDefault="00C542DE" w:rsidP="00C542D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42DE">
        <w:rPr>
          <w:rFonts w:eastAsia="Calibri" w:cs="Times New Roman"/>
          <w:lang w:eastAsia="cs-CZ"/>
        </w:rPr>
        <w:t>D; Žádáme zadavatele o vyjádření, jaké budou nové polohy PN (uvedení km poloh).</w:t>
      </w:r>
    </w:p>
    <w:p w14:paraId="64E8B7E5" w14:textId="77777777" w:rsidR="00C542DE" w:rsidRDefault="00C542DE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3151C5E" w14:textId="77777777" w:rsidR="00DD6DCD" w:rsidRDefault="00CB7B5A" w:rsidP="00DD6DC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42A6AB17" w14:textId="71116323" w:rsidR="00DD6DCD" w:rsidRPr="00DD6DCD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A; V úseku Butoves – Ostroměř předpokládáme zachování stávající traťové rychlosti 80km/h.</w:t>
      </w:r>
    </w:p>
    <w:p w14:paraId="0EFE6CFF" w14:textId="77777777" w:rsidR="00DD6DCD" w:rsidRPr="00DD6DCD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B; Ano, předpokládáme.</w:t>
      </w:r>
    </w:p>
    <w:p w14:paraId="51A82BBB" w14:textId="77777777" w:rsidR="00DD6DCD" w:rsidRPr="00DD6DCD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C; Stávající km polohy jsou uvedeny v tabulce přejezdů, viz příloha</w:t>
      </w:r>
    </w:p>
    <w:p w14:paraId="3BA28E82" w14:textId="77777777" w:rsidR="00DD6DCD" w:rsidRPr="00DD6DCD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D; Nové km polohy PN vyplynou ze schválené tabulky přejezdu PZS se závorami. Předpokládáme, že by mohly zůstat km polohy stávající, protože již teď probíhá odklad výstrahy v obou směrech (22s a 60 s).</w:t>
      </w:r>
    </w:p>
    <w:p w14:paraId="677B76CC" w14:textId="3C5C9349" w:rsidR="00CB7B5A" w:rsidRPr="00D10202" w:rsidRDefault="00CB7B5A" w:rsidP="0088673B">
      <w:pPr>
        <w:spacing w:after="0" w:line="240" w:lineRule="auto"/>
        <w:jc w:val="both"/>
        <w:rPr>
          <w:rFonts w:eastAsia="Calibri" w:cs="Times New Roman"/>
          <w:b/>
          <w:bCs/>
          <w:color w:val="FF0000"/>
          <w:lang w:eastAsia="cs-CZ"/>
        </w:rPr>
      </w:pPr>
    </w:p>
    <w:p w14:paraId="06896A2C" w14:textId="0F0962AD" w:rsidR="00CB7B5A" w:rsidRDefault="00CB7B5A" w:rsidP="0088673B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14:paraId="7C595CA4" w14:textId="77777777" w:rsidR="0088673B" w:rsidRDefault="0088673B" w:rsidP="008867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C1E8458" w14:textId="77777777" w:rsidR="00DD6DCD" w:rsidRDefault="00DD6DCD" w:rsidP="00DD6DCD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u w:val="single"/>
          <w:lang w:eastAsia="cs-CZ"/>
        </w:rPr>
      </w:pPr>
      <w:r w:rsidRPr="00477D30">
        <w:rPr>
          <w:rFonts w:ascii="Tahoma" w:eastAsia="Times New Roman" w:hAnsi="Tahoma" w:cs="Tahoma"/>
          <w:color w:val="000000"/>
          <w:sz w:val="19"/>
          <w:szCs w:val="19"/>
          <w:u w:val="single"/>
          <w:lang w:eastAsia="cs-CZ"/>
        </w:rPr>
        <w:t>„Doplnění závor na přejezdu v km 29,073 (P5217) trati Hradec Králové - Jaroměř“</w:t>
      </w:r>
    </w:p>
    <w:p w14:paraId="0F34BEBF" w14:textId="77777777" w:rsidR="00DD6DCD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 w:rsidRPr="00477D30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Dle TZ zadavatel uvádí „Pro volnost přibližovacích úseků budou využity stávající kolejové obvody, které budou využity k ukončování výstrahy na přejezdu po projetí vlaku.“</w:t>
      </w:r>
      <w:r w:rsidRPr="00477D30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  <w:r w:rsidRPr="00477D30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  <w:r>
        <w:rPr>
          <w:rFonts w:eastAsia="Calibri" w:cs="Times New Roman"/>
          <w:b/>
          <w:lang w:eastAsia="cs-CZ"/>
        </w:rPr>
        <w:t>Dotaz č. 8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9C7E888" w14:textId="19C0A989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 w:rsidRPr="00477D30">
        <w:rPr>
          <w:rFonts w:eastAsia="Calibri" w:cs="Times New Roman"/>
          <w:lang w:eastAsia="cs-CZ"/>
        </w:rPr>
        <w:t>Předpokládá zadavatel v souvislosti s úpravou PZZ a použitím stávajících KO také úpravu (přesun do nových poloh) izolovaných styků stávajících kolejových obvodů?</w:t>
      </w:r>
    </w:p>
    <w:p w14:paraId="75306499" w14:textId="77777777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0C99CD" w14:textId="77777777" w:rsidR="00DD6DCD" w:rsidRDefault="00DD6DCD" w:rsidP="00DD6DCD">
      <w:pPr>
        <w:spacing w:after="0" w:line="240" w:lineRule="auto"/>
      </w:pPr>
      <w:r w:rsidRPr="00CB7B5A">
        <w:rPr>
          <w:rFonts w:eastAsia="Calibri" w:cs="Times New Roman"/>
          <w:b/>
          <w:lang w:eastAsia="cs-CZ"/>
        </w:rPr>
        <w:t>Odpověď:</w:t>
      </w:r>
      <w:r w:rsidRPr="00DD6DCD">
        <w:t xml:space="preserve"> </w:t>
      </w:r>
    </w:p>
    <w:p w14:paraId="5C902E74" w14:textId="4AB154BC" w:rsidR="00DD6DCD" w:rsidRPr="00DD6DCD" w:rsidRDefault="00DD6DCD" w:rsidP="00DD6DCD">
      <w:pPr>
        <w:spacing w:after="0" w:line="240" w:lineRule="auto"/>
        <w:rPr>
          <w:rFonts w:eastAsia="Calibri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>Nepředpokládá se přesunutí izolovaných styků. V celém úseku Předměřice nad Labem – Smiřice se nacházejí izolované úseky, které jsou tvořeny kolejovými obvody.</w:t>
      </w:r>
    </w:p>
    <w:p w14:paraId="2252EF22" w14:textId="77777777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ACC0C5" w14:textId="77777777" w:rsidR="00DD6DCD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17B4D4" w14:textId="77777777" w:rsidR="00DD6DCD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186C221B" w14:textId="6DD100C7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 w:rsidRPr="00477D30">
        <w:rPr>
          <w:rFonts w:eastAsia="Calibri" w:cs="Times New Roman"/>
          <w:lang w:eastAsia="cs-CZ"/>
        </w:rPr>
        <w:t>V případě, že zadavatel předpokládá přesun izolovaných styků do nových poloh, bude rušení a opětovné zřízení izolovaných styků součástí některého stavebního objektu?</w:t>
      </w:r>
    </w:p>
    <w:p w14:paraId="076525CD" w14:textId="77777777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E1CB25" w14:textId="77777777" w:rsidR="00DD6DCD" w:rsidRDefault="00DD6DCD" w:rsidP="00DD6DCD">
      <w:pPr>
        <w:spacing w:after="0" w:line="240" w:lineRule="auto"/>
      </w:pPr>
      <w:r w:rsidRPr="00CB7B5A">
        <w:rPr>
          <w:rFonts w:eastAsia="Calibri" w:cs="Times New Roman"/>
          <w:b/>
          <w:lang w:eastAsia="cs-CZ"/>
        </w:rPr>
        <w:t>Odpověď:</w:t>
      </w:r>
      <w:r w:rsidRPr="00DD6DCD">
        <w:t xml:space="preserve"> </w:t>
      </w:r>
    </w:p>
    <w:p w14:paraId="4E67E198" w14:textId="3B9397A7" w:rsidR="00DD6DCD" w:rsidRPr="00DD6DCD" w:rsidRDefault="000D2880" w:rsidP="00DD6DCD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>
        <w:rPr>
          <w:rFonts w:eastAsia="Calibri" w:cs="Times New Roman"/>
          <w:lang w:eastAsia="cs-CZ"/>
        </w:rPr>
        <w:t xml:space="preserve">viz odpověď </w:t>
      </w:r>
      <w:proofErr w:type="gramStart"/>
      <w:r>
        <w:rPr>
          <w:rFonts w:eastAsia="Calibri" w:cs="Times New Roman"/>
          <w:lang w:eastAsia="cs-CZ"/>
        </w:rPr>
        <w:t>č.8</w:t>
      </w:r>
      <w:r w:rsidR="00DD6DCD" w:rsidRPr="00DD6DCD">
        <w:rPr>
          <w:rFonts w:eastAsia="Calibri" w:cs="Times New Roman"/>
          <w:lang w:eastAsia="cs-CZ"/>
        </w:rPr>
        <w:t>.</w:t>
      </w:r>
      <w:proofErr w:type="gramEnd"/>
    </w:p>
    <w:p w14:paraId="02465FEF" w14:textId="77777777" w:rsidR="00DD6DCD" w:rsidRPr="00CB7B5A" w:rsidRDefault="00DD6DCD" w:rsidP="00DD6DC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0DB13E3" w14:textId="77777777" w:rsidR="00DD6DCD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BD1725" w14:textId="77777777" w:rsidR="00DD6DCD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F96D0EB" w14:textId="1D4BD87E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 w:rsidRPr="00477D30">
        <w:rPr>
          <w:rFonts w:eastAsia="Calibri" w:cs="Times New Roman"/>
          <w:lang w:eastAsia="cs-CZ"/>
        </w:rPr>
        <w:t>V případě, že zadavatel předpokládá přesun izolovaných styků do nových poloh, předpokládá zadavatel využití stávající kabelizace pro připojení KO v nových polohách?</w:t>
      </w:r>
    </w:p>
    <w:p w14:paraId="67D9B5F7" w14:textId="77777777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44AC73" w14:textId="77777777" w:rsidR="00DD6DCD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626A278" w14:textId="7CF9B5A1" w:rsidR="00DD6DCD" w:rsidRPr="00DD6DCD" w:rsidRDefault="000D2880" w:rsidP="00DD6DCD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viz odpověď </w:t>
      </w:r>
      <w:proofErr w:type="gramStart"/>
      <w:r>
        <w:rPr>
          <w:rFonts w:eastAsia="Calibri" w:cs="Times New Roman"/>
          <w:lang w:eastAsia="cs-CZ"/>
        </w:rPr>
        <w:t>č.8</w:t>
      </w:r>
      <w:r w:rsidR="00DD6DCD" w:rsidRPr="00DD6DCD">
        <w:rPr>
          <w:rFonts w:eastAsia="Calibri" w:cs="Times New Roman"/>
          <w:lang w:eastAsia="cs-CZ"/>
        </w:rPr>
        <w:t>.</w:t>
      </w:r>
      <w:proofErr w:type="gramEnd"/>
    </w:p>
    <w:p w14:paraId="333391FD" w14:textId="77777777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7459D2" w14:textId="77777777" w:rsidR="00DD6DCD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7C0F6E" w14:textId="77777777" w:rsidR="00DD6DCD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11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6A6AEFE" w14:textId="40AEB5AA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  <w:r w:rsidRPr="00477D30">
        <w:rPr>
          <w:rFonts w:eastAsia="Calibri" w:cs="Times New Roman"/>
          <w:lang w:eastAsia="cs-CZ"/>
        </w:rPr>
        <w:t>V případě, že zadavatel předpokládá přesun izolovaných styků do nových poloh, žádáme zadavatele o přesné určení polohy stávajících izolovaných styků a nově zřízených izolovaných styků.</w:t>
      </w:r>
    </w:p>
    <w:p w14:paraId="73944114" w14:textId="77777777" w:rsidR="00DD6DCD" w:rsidRPr="00CB7B5A" w:rsidRDefault="00DD6DCD" w:rsidP="00DD6DC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919162" w14:textId="007A1299" w:rsidR="00DD6DCD" w:rsidRPr="00CB7B5A" w:rsidRDefault="00DD6DCD" w:rsidP="00DD6DC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31FCBD4" w14:textId="0D88CEA3" w:rsidR="00DD6DCD" w:rsidRDefault="000D2880" w:rsidP="00DD6DCD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viz odpověď </w:t>
      </w:r>
      <w:proofErr w:type="gramStart"/>
      <w:r>
        <w:rPr>
          <w:rFonts w:eastAsia="Calibri" w:cs="Times New Roman"/>
          <w:lang w:eastAsia="cs-CZ"/>
        </w:rPr>
        <w:t>č.8</w:t>
      </w:r>
      <w:r w:rsidR="00DD6DCD">
        <w:rPr>
          <w:rFonts w:eastAsia="Calibri" w:cs="Times New Roman"/>
          <w:lang w:eastAsia="cs-CZ"/>
        </w:rPr>
        <w:t>.</w:t>
      </w:r>
      <w:proofErr w:type="gramEnd"/>
    </w:p>
    <w:p w14:paraId="37CDC315" w14:textId="5E3402CF" w:rsidR="00DD6DCD" w:rsidRDefault="00DD6DCD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7F5C8381" w14:textId="77777777" w:rsidR="00D04142" w:rsidRDefault="00D04142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6FFA7C7" w14:textId="77777777" w:rsidR="00D04142" w:rsidRDefault="00D04142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BC1CC6D" w14:textId="77777777" w:rsidR="00DD6DCD" w:rsidRPr="00396E8C" w:rsidRDefault="00DD6DCD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4CC5C99" w14:textId="77777777" w:rsidR="00DD6DCD" w:rsidRPr="00CB7B5A" w:rsidRDefault="00DD6DCD" w:rsidP="00DD6DCD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2817933C" w14:textId="5F949830" w:rsidR="00DD6DCD" w:rsidRDefault="00DD6DCD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29F5422" w14:textId="7D9EC53C" w:rsidR="00D04142" w:rsidRDefault="00D04142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F01785F" w14:textId="641135CB" w:rsidR="00D04142" w:rsidRDefault="00D04142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3498C5C" w14:textId="77777777" w:rsidR="00D04142" w:rsidRPr="00CB7B5A" w:rsidRDefault="00D04142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BF70831" w14:textId="77777777" w:rsidR="00DD6DCD" w:rsidRPr="00CB7B5A" w:rsidRDefault="00DD6DCD" w:rsidP="00DD6DC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D6DCD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06D456D" w14:textId="32046415" w:rsidR="00DD6DCD" w:rsidRDefault="00DD6DCD" w:rsidP="00DD6DCD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D804A2D" w14:textId="02BB9D25" w:rsidR="00D04142" w:rsidRDefault="00D04142" w:rsidP="00DD6DCD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2883E8C" w14:textId="77777777" w:rsidR="00D04142" w:rsidRPr="00CB7B5A" w:rsidRDefault="00D04142" w:rsidP="00DD6DCD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D7D21F6" w14:textId="77777777" w:rsidR="00DD6DCD" w:rsidRDefault="00DD6DCD" w:rsidP="00DD6DCD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6DCD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706822B4" w14:textId="77777777" w:rsidR="00DD6DCD" w:rsidRPr="00DD6DCD" w:rsidRDefault="00DD6DCD" w:rsidP="00DD6DCD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6DCD">
        <w:rPr>
          <w:rFonts w:eastAsia="Calibri" w:cs="Times New Roman"/>
          <w:bCs/>
          <w:lang w:eastAsia="cs-CZ"/>
        </w:rPr>
        <w:t>PZS-4,018_TP</w:t>
      </w:r>
    </w:p>
    <w:p w14:paraId="2A6A4C73" w14:textId="724FE3CC" w:rsidR="00DD6DCD" w:rsidRPr="00DD6DCD" w:rsidRDefault="00DD6DCD" w:rsidP="00DD6DCD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6DCD">
        <w:rPr>
          <w:rFonts w:eastAsia="Calibri" w:cs="Times New Roman"/>
          <w:lang w:eastAsia="cs-CZ"/>
        </w:rPr>
        <w:t>PZS-29,073_TP</w:t>
      </w:r>
    </w:p>
    <w:p w14:paraId="4B03ABFF" w14:textId="77777777" w:rsidR="00DD6DCD" w:rsidRPr="00CB7B5A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5D9122" w14:textId="77777777" w:rsidR="00D04142" w:rsidRDefault="00D04142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124111" w14:textId="77777777" w:rsidR="00D04142" w:rsidRDefault="00D04142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7C4FBA" w14:textId="77777777" w:rsidR="00D04142" w:rsidRDefault="00D04142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EA35C5" w14:textId="70395B9B" w:rsidR="00DD6DCD" w:rsidRPr="00CB7B5A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421DA221" w14:textId="77777777" w:rsidR="00DD6DCD" w:rsidRPr="00CB7B5A" w:rsidRDefault="00DD6DCD" w:rsidP="00DD6DC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E1A47C" w14:textId="7C0B5B9D" w:rsidR="00DD6DCD" w:rsidRDefault="00DD6DCD" w:rsidP="00DD6DC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AC683CE" w14:textId="1730929F" w:rsidR="00DD6DCD" w:rsidRDefault="00DD6DCD" w:rsidP="00DD6DC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D759A87" w14:textId="77777777" w:rsidR="00D04142" w:rsidRDefault="00D04142" w:rsidP="00DD6DC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C6AFEF7" w14:textId="77777777" w:rsidR="00DD6DCD" w:rsidRPr="00CB7B5A" w:rsidRDefault="00DD6DCD" w:rsidP="00DD6DC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C6FCA04" w14:textId="77777777" w:rsidR="00DD6DCD" w:rsidRPr="00CB7B5A" w:rsidRDefault="00DD6DCD" w:rsidP="00DD6DCD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7A5D24C" w14:textId="77777777" w:rsidR="00DD6DCD" w:rsidRPr="00CB7B5A" w:rsidRDefault="00DD6DCD" w:rsidP="00DD6DC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F817518" w14:textId="77777777" w:rsidR="00DD6DCD" w:rsidRPr="00CB7B5A" w:rsidRDefault="00DD6DCD" w:rsidP="00DD6DC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475D822" w14:textId="77777777" w:rsidR="00DD6DCD" w:rsidRPr="00CB7B5A" w:rsidRDefault="00DD6DCD" w:rsidP="00DD6DCD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81F72D0" w14:textId="77777777" w:rsidR="00DD6DCD" w:rsidRDefault="00DD6DCD" w:rsidP="00CB7B5A"/>
    <w:sectPr w:rsidR="00DD6DC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A7D75" w14:textId="77777777" w:rsidR="00D77DD6" w:rsidRDefault="00D77DD6" w:rsidP="00962258">
      <w:pPr>
        <w:spacing w:after="0" w:line="240" w:lineRule="auto"/>
      </w:pPr>
      <w:r>
        <w:separator/>
      </w:r>
    </w:p>
  </w:endnote>
  <w:endnote w:type="continuationSeparator" w:id="0">
    <w:p w14:paraId="4D1CDDCC" w14:textId="77777777" w:rsidR="00D77DD6" w:rsidRDefault="00D77D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9423D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CCEC7F" w14:textId="022235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7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7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998D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C78E9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B616C3" w14:textId="77777777" w:rsidR="00F1715C" w:rsidRDefault="00F1715C" w:rsidP="00D831A3">
          <w:pPr>
            <w:pStyle w:val="Zpat"/>
          </w:pPr>
        </w:p>
      </w:tc>
    </w:tr>
  </w:tbl>
  <w:p w14:paraId="183093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EEAF58" wp14:editId="76C976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D8E86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9C6459B" wp14:editId="36690E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8EA4FB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C9687E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DB29CA" w14:textId="2E0E3C72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07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07F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DF21D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3213D7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3F152F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81C6C96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57E9F65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5B5A48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476C4A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B626E0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A237042" w14:textId="77777777" w:rsidR="00490C88" w:rsidRDefault="00490C88" w:rsidP="00331004">
          <w:pPr>
            <w:pStyle w:val="Zpat"/>
          </w:pPr>
        </w:p>
      </w:tc>
    </w:tr>
  </w:tbl>
  <w:p w14:paraId="65E80F9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88AB987" wp14:editId="6CFC2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70B23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0E2ABDE" wp14:editId="32E833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BC8CCD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AB051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6C7C9" w14:textId="77777777" w:rsidR="00D77DD6" w:rsidRDefault="00D77DD6" w:rsidP="00962258">
      <w:pPr>
        <w:spacing w:after="0" w:line="240" w:lineRule="auto"/>
      </w:pPr>
      <w:r>
        <w:separator/>
      </w:r>
    </w:p>
  </w:footnote>
  <w:footnote w:type="continuationSeparator" w:id="0">
    <w:p w14:paraId="3F8FEBB7" w14:textId="77777777" w:rsidR="00D77DD6" w:rsidRDefault="00D77D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B86DA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F0D60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304A8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A75017" w14:textId="77777777" w:rsidR="00F1715C" w:rsidRPr="00D6163D" w:rsidRDefault="00F1715C" w:rsidP="00D6163D">
          <w:pPr>
            <w:pStyle w:val="Druhdokumentu"/>
          </w:pPr>
        </w:p>
      </w:tc>
    </w:tr>
  </w:tbl>
  <w:p w14:paraId="51537D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0FC30E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D3B2E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7701AC1" wp14:editId="22BF561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834D36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361623" w14:textId="77777777" w:rsidR="00F3199A" w:rsidRPr="00D6163D" w:rsidRDefault="00F3199A" w:rsidP="00FC6389">
          <w:pPr>
            <w:pStyle w:val="Druhdokumentu"/>
          </w:pPr>
        </w:p>
      </w:tc>
    </w:tr>
    <w:tr w:rsidR="00F3199A" w14:paraId="42B0B69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5EDE9D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155E967" wp14:editId="77E7C75E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2F91D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FA2D8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05A451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1D84EC6" wp14:editId="3252AB8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71E55B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219EC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9226B2"/>
    <w:multiLevelType w:val="hybridMultilevel"/>
    <w:tmpl w:val="5262E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5291A"/>
    <w:rsid w:val="00063312"/>
    <w:rsid w:val="00072C1E"/>
    <w:rsid w:val="000B1153"/>
    <w:rsid w:val="000B6C7E"/>
    <w:rsid w:val="000B7907"/>
    <w:rsid w:val="000C0429"/>
    <w:rsid w:val="000C45E8"/>
    <w:rsid w:val="000D2880"/>
    <w:rsid w:val="00114472"/>
    <w:rsid w:val="00170EC5"/>
    <w:rsid w:val="001747C1"/>
    <w:rsid w:val="0018596A"/>
    <w:rsid w:val="001B69C2"/>
    <w:rsid w:val="001C4DA0"/>
    <w:rsid w:val="00207DF5"/>
    <w:rsid w:val="002526D3"/>
    <w:rsid w:val="0025672E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042F2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971D9"/>
    <w:rsid w:val="005A64E9"/>
    <w:rsid w:val="005B5EE9"/>
    <w:rsid w:val="006104F6"/>
    <w:rsid w:val="0061068E"/>
    <w:rsid w:val="00660AD3"/>
    <w:rsid w:val="00661E7F"/>
    <w:rsid w:val="006A5570"/>
    <w:rsid w:val="006A689C"/>
    <w:rsid w:val="006B3D79"/>
    <w:rsid w:val="006E0578"/>
    <w:rsid w:val="006E314D"/>
    <w:rsid w:val="006E7F06"/>
    <w:rsid w:val="00700CA9"/>
    <w:rsid w:val="00710723"/>
    <w:rsid w:val="00723ED1"/>
    <w:rsid w:val="00735ED4"/>
    <w:rsid w:val="00743525"/>
    <w:rsid w:val="007531A0"/>
    <w:rsid w:val="0076286B"/>
    <w:rsid w:val="00762F40"/>
    <w:rsid w:val="00764595"/>
    <w:rsid w:val="00766846"/>
    <w:rsid w:val="0077673A"/>
    <w:rsid w:val="007846E1"/>
    <w:rsid w:val="007B570C"/>
    <w:rsid w:val="007D330E"/>
    <w:rsid w:val="007E4A6E"/>
    <w:rsid w:val="007F56A7"/>
    <w:rsid w:val="00800198"/>
    <w:rsid w:val="00807DD0"/>
    <w:rsid w:val="00813F11"/>
    <w:rsid w:val="0087666D"/>
    <w:rsid w:val="0088673B"/>
    <w:rsid w:val="00891334"/>
    <w:rsid w:val="008A14C0"/>
    <w:rsid w:val="008A3568"/>
    <w:rsid w:val="008B17F6"/>
    <w:rsid w:val="008D03B9"/>
    <w:rsid w:val="008F018D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51C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24071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0BDF"/>
    <w:rsid w:val="00C30759"/>
    <w:rsid w:val="00C44F6A"/>
    <w:rsid w:val="00C542DE"/>
    <w:rsid w:val="00C727E5"/>
    <w:rsid w:val="00C8207D"/>
    <w:rsid w:val="00CB7B5A"/>
    <w:rsid w:val="00CC1E2B"/>
    <w:rsid w:val="00CD1FC4"/>
    <w:rsid w:val="00CD3D86"/>
    <w:rsid w:val="00CE371D"/>
    <w:rsid w:val="00CE5FA9"/>
    <w:rsid w:val="00D02A4D"/>
    <w:rsid w:val="00D04142"/>
    <w:rsid w:val="00D10202"/>
    <w:rsid w:val="00D21061"/>
    <w:rsid w:val="00D316A7"/>
    <w:rsid w:val="00D4108E"/>
    <w:rsid w:val="00D6163D"/>
    <w:rsid w:val="00D63009"/>
    <w:rsid w:val="00D7407B"/>
    <w:rsid w:val="00D77DD6"/>
    <w:rsid w:val="00D831A3"/>
    <w:rsid w:val="00D902AD"/>
    <w:rsid w:val="00DA6FFE"/>
    <w:rsid w:val="00DB1765"/>
    <w:rsid w:val="00DC3110"/>
    <w:rsid w:val="00DD46F3"/>
    <w:rsid w:val="00DD58A6"/>
    <w:rsid w:val="00DD6DCD"/>
    <w:rsid w:val="00DE56F2"/>
    <w:rsid w:val="00DF116D"/>
    <w:rsid w:val="00E36A84"/>
    <w:rsid w:val="00E543E6"/>
    <w:rsid w:val="00E824F1"/>
    <w:rsid w:val="00EB104F"/>
    <w:rsid w:val="00ED14BD"/>
    <w:rsid w:val="00EE5EE9"/>
    <w:rsid w:val="00F01440"/>
    <w:rsid w:val="00F039BA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07FF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5939B4"/>
  <w14:defaultImageDpi w14:val="32767"/>
  <w15:docId w15:val="{3CBA3C65-4644-4307-851B-D5F8B107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4C378F-B65A-405D-A726-018DB2E2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3</Pages>
  <Words>714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2021-03-02T12:19:00Z</cp:lastPrinted>
  <dcterms:created xsi:type="dcterms:W3CDTF">2021-03-10T13:30:00Z</dcterms:created>
  <dcterms:modified xsi:type="dcterms:W3CDTF">2021-03-10T13:59:00Z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